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E06E2C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a</w:t>
            </w:r>
          </w:p>
        </w:tc>
      </w:tr>
      <w:tr w:rsidR="00E06E2C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Zasilacz komputera ATX –  33 sztuk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 w:rsidP="00B53929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Standard zasilacza (ATX)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 w:rsidP="005566B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MTBF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 w:rsidP="005566B8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mniej niż 100 000h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Regulacja prędkości obrotów wentylatora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Automatyczna (w zależności od obciążenia zasilacza)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Zabezpieczenia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HTMLPreformatted"/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◦OVP (zabezpieczenie przed zbyt wysokim napięciem)</w:t>
            </w:r>
          </w:p>
          <w:p w:rsidR="00E06E2C" w:rsidRDefault="00E06E2C">
            <w:pPr>
              <w:pStyle w:val="HTMLPreformatted"/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◦UVP (zabezpieczenie przed zbyt niskim napięciem na liniach wyjściowych)</w:t>
            </w:r>
          </w:p>
          <w:p w:rsidR="00E06E2C" w:rsidRDefault="00E06E2C">
            <w:pPr>
              <w:pStyle w:val="HTMLPreformatted"/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◦OCP (zabezpieczenie przed zbyt wysokim prądem)</w:t>
            </w:r>
          </w:p>
          <w:p w:rsidR="00E06E2C" w:rsidRDefault="00E06E2C">
            <w:pPr>
              <w:pStyle w:val="HTMLPreformatted"/>
              <w:shd w:val="clear" w:color="auto" w:fill="FFFFFF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◦OLP (zabezpieczenie przeciążeniowe)</w:t>
            </w:r>
          </w:p>
          <w:p w:rsidR="00E06E2C" w:rsidRDefault="00E06E2C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◦SCP (zabezpieczenie przeciwzwarciowe)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Moc zasilacza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 w:rsidP="005566B8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mniejsza, niż 420W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Wentylator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 w:rsidP="005566B8">
            <w:pPr>
              <w:pStyle w:val="TableContents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color w:val="000000"/>
                <w:sz w:val="18"/>
                <w:szCs w:val="18"/>
              </w:rPr>
              <w:t>Slient</w:t>
            </w:r>
          </w:p>
          <w:p w:rsidR="00E06E2C" w:rsidRDefault="00E06E2C" w:rsidP="005566B8">
            <w:pPr>
              <w:pStyle w:val="TableContents"/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Średnica, nie mniejsza niż 12 cm</w:t>
            </w:r>
            <w:bookmarkEnd w:id="0"/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Napęd optyczny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E06E2C">
        <w:tc>
          <w:tcPr>
            <w:tcW w:w="3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Minimalna ilość złącz zasilających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SATA: 2</w:t>
            </w:r>
          </w:p>
          <w:p w:rsidR="00E06E2C" w:rsidRDefault="00E06E2C">
            <w:pPr>
              <w:pStyle w:val="TableContents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MOLEX: 3</w:t>
            </w:r>
          </w:p>
          <w:p w:rsidR="00E06E2C" w:rsidRDefault="00E06E2C">
            <w:pPr>
              <w:pStyle w:val="TableContents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4-pin 12V: 1</w:t>
            </w:r>
          </w:p>
          <w:p w:rsidR="00E06E2C" w:rsidRDefault="00E06E2C">
            <w:pPr>
              <w:pStyle w:val="TableContents"/>
              <w:numPr>
                <w:ilvl w:val="0"/>
                <w:numId w:val="22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PCI-E 6-pin 1</w:t>
            </w:r>
          </w:p>
        </w:tc>
      </w:tr>
      <w:tr w:rsidR="00E06E2C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PFC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Pasywny</w:t>
            </w:r>
          </w:p>
        </w:tc>
      </w:tr>
      <w:tr w:rsidR="00E06E2C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4814">
              <w:rPr>
                <w:rFonts w:ascii="Arial" w:hAnsi="Arial" w:cs="Arial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6E2C" w:rsidRDefault="00E06E2C">
            <w:pPr>
              <w:pStyle w:val="TableContents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 lata</w:t>
            </w:r>
          </w:p>
        </w:tc>
      </w:tr>
    </w:tbl>
    <w:p w:rsidR="00E06E2C" w:rsidRDefault="00E06E2C">
      <w:pPr>
        <w:pStyle w:val="Standard"/>
        <w:rPr>
          <w:rFonts w:ascii="FreeSans" w:hAnsi="FreeSans" w:cs="FreeSans"/>
        </w:rPr>
      </w:pPr>
    </w:p>
    <w:sectPr w:rsidR="00E06E2C" w:rsidSect="004E7682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2C" w:rsidRDefault="00E06E2C">
      <w:r>
        <w:separator/>
      </w:r>
    </w:p>
  </w:endnote>
  <w:endnote w:type="continuationSeparator" w:id="1">
    <w:p w:rsidR="00E06E2C" w:rsidRDefault="00E06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2C" w:rsidRDefault="00E06E2C">
      <w:r>
        <w:rPr>
          <w:color w:val="000000"/>
        </w:rPr>
        <w:separator/>
      </w:r>
    </w:p>
  </w:footnote>
  <w:footnote w:type="continuationSeparator" w:id="1">
    <w:p w:rsidR="00E06E2C" w:rsidRDefault="00E06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26F"/>
    <w:multiLevelType w:val="multilevel"/>
    <w:tmpl w:val="10D2A46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373018B"/>
    <w:multiLevelType w:val="multilevel"/>
    <w:tmpl w:val="AF56E6F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25151E9"/>
    <w:multiLevelType w:val="multilevel"/>
    <w:tmpl w:val="3A3A103E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2E04A68"/>
    <w:multiLevelType w:val="multilevel"/>
    <w:tmpl w:val="7B6075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AE20C5D"/>
    <w:multiLevelType w:val="multilevel"/>
    <w:tmpl w:val="ECEE229E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7355EBF"/>
    <w:multiLevelType w:val="multilevel"/>
    <w:tmpl w:val="38B29458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29E90916"/>
    <w:multiLevelType w:val="multilevel"/>
    <w:tmpl w:val="8112EF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B853F1D"/>
    <w:multiLevelType w:val="multilevel"/>
    <w:tmpl w:val="1DF6F138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32186DCE"/>
    <w:multiLevelType w:val="multilevel"/>
    <w:tmpl w:val="A91E92A0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34CF2C18"/>
    <w:multiLevelType w:val="multilevel"/>
    <w:tmpl w:val="AA68D9E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8973104"/>
    <w:multiLevelType w:val="multilevel"/>
    <w:tmpl w:val="51CC930E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3BE73ADA"/>
    <w:multiLevelType w:val="multilevel"/>
    <w:tmpl w:val="E21AA1BE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3C177D70"/>
    <w:multiLevelType w:val="multilevel"/>
    <w:tmpl w:val="0FB02F3A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435C7355"/>
    <w:multiLevelType w:val="multilevel"/>
    <w:tmpl w:val="CA607ED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4649266B"/>
    <w:multiLevelType w:val="multilevel"/>
    <w:tmpl w:val="23420D3A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4EC76980"/>
    <w:multiLevelType w:val="multilevel"/>
    <w:tmpl w:val="568EEA5C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5282178B"/>
    <w:multiLevelType w:val="multilevel"/>
    <w:tmpl w:val="E7D69BEC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53C33A4F"/>
    <w:multiLevelType w:val="multilevel"/>
    <w:tmpl w:val="3A6808BE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C1A1286"/>
    <w:multiLevelType w:val="multilevel"/>
    <w:tmpl w:val="B120A7C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8991155"/>
    <w:multiLevelType w:val="hybridMultilevel"/>
    <w:tmpl w:val="3C90D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AC026DC"/>
    <w:multiLevelType w:val="multilevel"/>
    <w:tmpl w:val="F7F64206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C1D65D1"/>
    <w:multiLevelType w:val="multilevel"/>
    <w:tmpl w:val="9E44FF52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7D4B7882"/>
    <w:multiLevelType w:val="multilevel"/>
    <w:tmpl w:val="D6E0F062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"/>
  </w:num>
  <w:num w:numId="5">
    <w:abstractNumId w:val="11"/>
  </w:num>
  <w:num w:numId="6">
    <w:abstractNumId w:val="17"/>
  </w:num>
  <w:num w:numId="7">
    <w:abstractNumId w:val="20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22"/>
  </w:num>
  <w:num w:numId="13">
    <w:abstractNumId w:val="14"/>
  </w:num>
  <w:num w:numId="14">
    <w:abstractNumId w:val="21"/>
  </w:num>
  <w:num w:numId="15">
    <w:abstractNumId w:val="13"/>
  </w:num>
  <w:num w:numId="16">
    <w:abstractNumId w:val="4"/>
  </w:num>
  <w:num w:numId="17">
    <w:abstractNumId w:val="12"/>
  </w:num>
  <w:num w:numId="18">
    <w:abstractNumId w:val="9"/>
  </w:num>
  <w:num w:numId="19">
    <w:abstractNumId w:val="3"/>
  </w:num>
  <w:num w:numId="20">
    <w:abstractNumId w:val="6"/>
  </w:num>
  <w:num w:numId="21">
    <w:abstractNumId w:val="1"/>
  </w:num>
  <w:num w:numId="22">
    <w:abstractNumId w:val="18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0EC"/>
    <w:rsid w:val="0007007D"/>
    <w:rsid w:val="000E7314"/>
    <w:rsid w:val="002C1068"/>
    <w:rsid w:val="004253E9"/>
    <w:rsid w:val="00483444"/>
    <w:rsid w:val="004E7682"/>
    <w:rsid w:val="005566B8"/>
    <w:rsid w:val="007530EC"/>
    <w:rsid w:val="00864AC4"/>
    <w:rsid w:val="00911287"/>
    <w:rsid w:val="00A44814"/>
    <w:rsid w:val="00B53929"/>
    <w:rsid w:val="00B738A4"/>
    <w:rsid w:val="00DA23C9"/>
    <w:rsid w:val="00E06E2C"/>
    <w:rsid w:val="00F4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682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4E7682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4E7682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4E7682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4E7682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4E7682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4E7682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4E7682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27A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27A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27A0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7A0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7A0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7A0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7A0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4E7682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4E768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627A0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4E7682"/>
    <w:pPr>
      <w:spacing w:after="120"/>
    </w:pPr>
  </w:style>
  <w:style w:type="paragraph" w:styleId="List">
    <w:name w:val="List"/>
    <w:basedOn w:val="Textbody"/>
    <w:uiPriority w:val="99"/>
    <w:rsid w:val="004E7682"/>
  </w:style>
  <w:style w:type="paragraph" w:styleId="Caption">
    <w:name w:val="caption"/>
    <w:basedOn w:val="Standard"/>
    <w:uiPriority w:val="99"/>
    <w:qFormat/>
    <w:rsid w:val="004E768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4E7682"/>
    <w:pPr>
      <w:suppressLineNumbers/>
    </w:pPr>
  </w:style>
  <w:style w:type="paragraph" w:customStyle="1" w:styleId="TableContents">
    <w:name w:val="Table Contents"/>
    <w:basedOn w:val="Standard"/>
    <w:uiPriority w:val="99"/>
    <w:rsid w:val="004E7682"/>
    <w:pPr>
      <w:suppressLineNumbers/>
    </w:pPr>
  </w:style>
  <w:style w:type="paragraph" w:customStyle="1" w:styleId="TableHeading">
    <w:name w:val="Table Heading"/>
    <w:basedOn w:val="TableContents"/>
    <w:uiPriority w:val="99"/>
    <w:rsid w:val="004E7682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4E7682"/>
  </w:style>
  <w:style w:type="paragraph" w:customStyle="1" w:styleId="Endnote">
    <w:name w:val="Endnote"/>
    <w:basedOn w:val="Standard"/>
    <w:uiPriority w:val="99"/>
    <w:rsid w:val="004E7682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4E768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627A0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4E7682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27A0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4E7682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4E76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27A0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4E768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27A0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4E7682"/>
  </w:style>
  <w:style w:type="character" w:customStyle="1" w:styleId="EndnoteSymbol">
    <w:name w:val="Endnote Symbol"/>
    <w:basedOn w:val="DefaultParagraphFont"/>
    <w:uiPriority w:val="99"/>
    <w:rsid w:val="004E7682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4E7682"/>
  </w:style>
  <w:style w:type="character" w:customStyle="1" w:styleId="shopinfo">
    <w:name w:val="shopinfo"/>
    <w:basedOn w:val="DefaultParagraphFont"/>
    <w:uiPriority w:val="99"/>
    <w:rsid w:val="004E7682"/>
  </w:style>
  <w:style w:type="character" w:customStyle="1" w:styleId="WW8Num17z0">
    <w:name w:val="WW8Num17z0"/>
    <w:uiPriority w:val="99"/>
    <w:rsid w:val="004E7682"/>
    <w:rPr>
      <w:sz w:val="24"/>
      <w:szCs w:val="24"/>
    </w:rPr>
  </w:style>
  <w:style w:type="character" w:customStyle="1" w:styleId="WW8Num16z0">
    <w:name w:val="WW8Num16z0"/>
    <w:uiPriority w:val="99"/>
    <w:rsid w:val="004E7682"/>
    <w:rPr>
      <w:sz w:val="24"/>
      <w:szCs w:val="24"/>
    </w:rPr>
  </w:style>
  <w:style w:type="character" w:customStyle="1" w:styleId="WW8Num12z0">
    <w:name w:val="WW8Num12z0"/>
    <w:uiPriority w:val="99"/>
    <w:rsid w:val="004E7682"/>
    <w:rPr>
      <w:sz w:val="24"/>
      <w:szCs w:val="24"/>
    </w:rPr>
  </w:style>
  <w:style w:type="character" w:customStyle="1" w:styleId="WW8Num9z0">
    <w:name w:val="WW8Num9z0"/>
    <w:uiPriority w:val="99"/>
    <w:rsid w:val="004E7682"/>
    <w:rPr>
      <w:sz w:val="24"/>
      <w:szCs w:val="24"/>
    </w:rPr>
  </w:style>
  <w:style w:type="character" w:customStyle="1" w:styleId="WW8Num5z0">
    <w:name w:val="WW8Num5z0"/>
    <w:uiPriority w:val="99"/>
    <w:rsid w:val="004E7682"/>
    <w:rPr>
      <w:sz w:val="24"/>
      <w:szCs w:val="24"/>
    </w:rPr>
  </w:style>
  <w:style w:type="character" w:customStyle="1" w:styleId="WW8Num3z0">
    <w:name w:val="WW8Num3z0"/>
    <w:uiPriority w:val="99"/>
    <w:rsid w:val="004E7682"/>
    <w:rPr>
      <w:sz w:val="24"/>
      <w:szCs w:val="24"/>
    </w:rPr>
  </w:style>
  <w:style w:type="character" w:customStyle="1" w:styleId="WW8Num1z0">
    <w:name w:val="WW8Num1z0"/>
    <w:uiPriority w:val="99"/>
    <w:rsid w:val="004E7682"/>
    <w:rPr>
      <w:sz w:val="24"/>
      <w:szCs w:val="24"/>
    </w:rPr>
  </w:style>
  <w:style w:type="character" w:customStyle="1" w:styleId="Internetlink">
    <w:name w:val="Internet link"/>
    <w:uiPriority w:val="99"/>
    <w:rsid w:val="004E7682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4E7682"/>
    <w:rPr>
      <w:i/>
      <w:iCs/>
    </w:rPr>
  </w:style>
  <w:style w:type="character" w:customStyle="1" w:styleId="BulletSymbols">
    <w:name w:val="Bullet Symbols"/>
    <w:uiPriority w:val="99"/>
    <w:rsid w:val="004E7682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4E7682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11">
    <w:name w:val="WW8Num11"/>
    <w:rsid w:val="002627A0"/>
    <w:pPr>
      <w:numPr>
        <w:numId w:val="11"/>
      </w:numPr>
    </w:pPr>
  </w:style>
  <w:style w:type="numbering" w:customStyle="1" w:styleId="WW8Num4">
    <w:name w:val="WW8Num4"/>
    <w:rsid w:val="002627A0"/>
    <w:pPr>
      <w:numPr>
        <w:numId w:val="4"/>
      </w:numPr>
    </w:pPr>
  </w:style>
  <w:style w:type="numbering" w:customStyle="1" w:styleId="WW8Num16">
    <w:name w:val="WW8Num16"/>
    <w:rsid w:val="002627A0"/>
    <w:pPr>
      <w:numPr>
        <w:numId w:val="16"/>
      </w:numPr>
    </w:pPr>
  </w:style>
  <w:style w:type="numbering" w:customStyle="1" w:styleId="WW8Num8">
    <w:name w:val="WW8Num8"/>
    <w:rsid w:val="002627A0"/>
    <w:pPr>
      <w:numPr>
        <w:numId w:val="8"/>
      </w:numPr>
    </w:pPr>
  </w:style>
  <w:style w:type="numbering" w:customStyle="1" w:styleId="WW8Num2">
    <w:name w:val="WW8Num2"/>
    <w:rsid w:val="002627A0"/>
    <w:pPr>
      <w:numPr>
        <w:numId w:val="2"/>
      </w:numPr>
    </w:pPr>
  </w:style>
  <w:style w:type="numbering" w:customStyle="1" w:styleId="WW8Num9">
    <w:name w:val="WW8Num9"/>
    <w:rsid w:val="002627A0"/>
    <w:pPr>
      <w:numPr>
        <w:numId w:val="9"/>
      </w:numPr>
    </w:pPr>
  </w:style>
  <w:style w:type="numbering" w:customStyle="1" w:styleId="WW8Num10">
    <w:name w:val="WW8Num10"/>
    <w:rsid w:val="002627A0"/>
    <w:pPr>
      <w:numPr>
        <w:numId w:val="10"/>
      </w:numPr>
    </w:pPr>
  </w:style>
  <w:style w:type="numbering" w:customStyle="1" w:styleId="WW8Num5">
    <w:name w:val="WW8Num5"/>
    <w:rsid w:val="002627A0"/>
    <w:pPr>
      <w:numPr>
        <w:numId w:val="5"/>
      </w:numPr>
    </w:pPr>
  </w:style>
  <w:style w:type="numbering" w:customStyle="1" w:styleId="WW8Num17">
    <w:name w:val="WW8Num17"/>
    <w:rsid w:val="002627A0"/>
    <w:pPr>
      <w:numPr>
        <w:numId w:val="17"/>
      </w:numPr>
    </w:pPr>
  </w:style>
  <w:style w:type="numbering" w:customStyle="1" w:styleId="WW8Num15">
    <w:name w:val="WW8Num15"/>
    <w:rsid w:val="002627A0"/>
    <w:pPr>
      <w:numPr>
        <w:numId w:val="15"/>
      </w:numPr>
    </w:pPr>
  </w:style>
  <w:style w:type="numbering" w:customStyle="1" w:styleId="WW8Num13">
    <w:name w:val="WW8Num13"/>
    <w:rsid w:val="002627A0"/>
    <w:pPr>
      <w:numPr>
        <w:numId w:val="13"/>
      </w:numPr>
    </w:pPr>
  </w:style>
  <w:style w:type="numbering" w:customStyle="1" w:styleId="WW8Num1">
    <w:name w:val="WW8Num1"/>
    <w:rsid w:val="002627A0"/>
    <w:pPr>
      <w:numPr>
        <w:numId w:val="1"/>
      </w:numPr>
    </w:pPr>
  </w:style>
  <w:style w:type="numbering" w:customStyle="1" w:styleId="WW8Num3">
    <w:name w:val="WW8Num3"/>
    <w:rsid w:val="002627A0"/>
    <w:pPr>
      <w:numPr>
        <w:numId w:val="3"/>
      </w:numPr>
    </w:pPr>
  </w:style>
  <w:style w:type="numbering" w:customStyle="1" w:styleId="WW8Num6">
    <w:name w:val="WW8Num6"/>
    <w:rsid w:val="002627A0"/>
    <w:pPr>
      <w:numPr>
        <w:numId w:val="6"/>
      </w:numPr>
    </w:pPr>
  </w:style>
  <w:style w:type="numbering" w:customStyle="1" w:styleId="WW8Num7">
    <w:name w:val="WW8Num7"/>
    <w:rsid w:val="002627A0"/>
    <w:pPr>
      <w:numPr>
        <w:numId w:val="7"/>
      </w:numPr>
    </w:pPr>
  </w:style>
  <w:style w:type="numbering" w:customStyle="1" w:styleId="WW8Num14">
    <w:name w:val="WW8Num14"/>
    <w:rsid w:val="002627A0"/>
    <w:pPr>
      <w:numPr>
        <w:numId w:val="14"/>
      </w:numPr>
    </w:pPr>
  </w:style>
  <w:style w:type="numbering" w:customStyle="1" w:styleId="WW8Num12">
    <w:name w:val="WW8Num12"/>
    <w:rsid w:val="002627A0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109</Words>
  <Characters>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9</cp:revision>
  <dcterms:created xsi:type="dcterms:W3CDTF">2015-06-05T08:11:00Z</dcterms:created>
  <dcterms:modified xsi:type="dcterms:W3CDTF">2015-06-08T08:31:00Z</dcterms:modified>
</cp:coreProperties>
</file>